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874" w:rsidRDefault="006F2874" w:rsidP="006F21E4">
      <w:pPr>
        <w:tabs>
          <w:tab w:val="left" w:pos="0"/>
        </w:tabs>
        <w:ind w:firstLine="496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6F2874" w:rsidRDefault="006F2874" w:rsidP="006F21E4">
      <w:pPr>
        <w:tabs>
          <w:tab w:val="left" w:pos="0"/>
        </w:tabs>
        <w:ind w:firstLine="4962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>ПРИЛОЖЕНИЕ № 2</w:t>
      </w:r>
    </w:p>
    <w:p w:rsidR="006F2874" w:rsidRDefault="006F2874" w:rsidP="001A67CE">
      <w:pPr>
        <w:tabs>
          <w:tab w:val="left" w:pos="0"/>
        </w:tabs>
        <w:ind w:firstLine="4962"/>
        <w:rPr>
          <w:sz w:val="28"/>
          <w:szCs w:val="28"/>
        </w:rPr>
      </w:pPr>
    </w:p>
    <w:p w:rsidR="006F2874" w:rsidRPr="00ED1ED6" w:rsidRDefault="006F2874" w:rsidP="006F21E4">
      <w:pPr>
        <w:jc w:val="right"/>
        <w:rPr>
          <w:sz w:val="28"/>
          <w:szCs w:val="28"/>
        </w:rPr>
      </w:pPr>
      <w:r w:rsidRPr="006F21E4">
        <w:rPr>
          <w:sz w:val="26"/>
          <w:szCs w:val="26"/>
        </w:rPr>
        <w:t xml:space="preserve">                                                                                            </w:t>
      </w:r>
      <w:bookmarkStart w:id="0" w:name="_GoBack"/>
      <w:bookmarkEnd w:id="0"/>
      <w:r w:rsidRPr="00ED1ED6">
        <w:rPr>
          <w:sz w:val="28"/>
          <w:szCs w:val="28"/>
        </w:rPr>
        <w:t>УТВЕРЖДЕН</w:t>
      </w:r>
    </w:p>
    <w:p w:rsidR="006F2874" w:rsidRPr="00ED1ED6" w:rsidRDefault="006F2874" w:rsidP="006F21E4">
      <w:pPr>
        <w:jc w:val="right"/>
        <w:rPr>
          <w:sz w:val="28"/>
          <w:szCs w:val="28"/>
        </w:rPr>
      </w:pPr>
      <w:r w:rsidRPr="00ED1ED6">
        <w:rPr>
          <w:sz w:val="28"/>
          <w:szCs w:val="28"/>
        </w:rPr>
        <w:t xml:space="preserve">                                                                        постановлением администрации</w:t>
      </w:r>
    </w:p>
    <w:p w:rsidR="006F2874" w:rsidRPr="00ED1ED6" w:rsidRDefault="006F2874" w:rsidP="006F21E4">
      <w:pPr>
        <w:jc w:val="right"/>
        <w:rPr>
          <w:sz w:val="28"/>
          <w:szCs w:val="28"/>
        </w:rPr>
      </w:pPr>
      <w:r w:rsidRPr="00ED1ED6">
        <w:rPr>
          <w:sz w:val="28"/>
          <w:szCs w:val="28"/>
        </w:rPr>
        <w:t xml:space="preserve">                                                                     Стародеревянковского сельского                                       поселения Каневского района</w:t>
      </w:r>
    </w:p>
    <w:p w:rsidR="006F2874" w:rsidRPr="00ED1ED6" w:rsidRDefault="006F2874" w:rsidP="006F21E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22.11.2017 № 370</w:t>
      </w:r>
    </w:p>
    <w:p w:rsidR="006F2874" w:rsidRPr="00741177" w:rsidRDefault="006F2874" w:rsidP="006F21E4">
      <w:pPr>
        <w:tabs>
          <w:tab w:val="left" w:pos="0"/>
        </w:tabs>
        <w:ind w:firstLine="4962"/>
        <w:rPr>
          <w:sz w:val="28"/>
          <w:szCs w:val="28"/>
        </w:rPr>
      </w:pPr>
    </w:p>
    <w:p w:rsidR="006F2874" w:rsidRPr="00741177" w:rsidRDefault="006F2874" w:rsidP="00DD730C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sz w:val="28"/>
          <w:szCs w:val="28"/>
          <w:lang w:eastAsia="en-US"/>
        </w:rPr>
      </w:pPr>
    </w:p>
    <w:p w:rsidR="006F2874" w:rsidRPr="00741177" w:rsidRDefault="006F2874" w:rsidP="00DD730C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sz w:val="28"/>
          <w:szCs w:val="28"/>
          <w:lang w:eastAsia="en-US"/>
        </w:rPr>
      </w:pPr>
      <w:r w:rsidRPr="00741177">
        <w:rPr>
          <w:sz w:val="28"/>
          <w:szCs w:val="28"/>
          <w:lang w:eastAsia="en-US"/>
        </w:rPr>
        <w:t>СОСТАВ</w:t>
      </w:r>
    </w:p>
    <w:p w:rsidR="006F2874" w:rsidRDefault="006F2874" w:rsidP="00DD730C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 xml:space="preserve">комиссии по включению дворовых территорий многоквартирных домов </w:t>
      </w:r>
      <w:r>
        <w:rPr>
          <w:sz w:val="28"/>
          <w:szCs w:val="28"/>
        </w:rPr>
        <w:t>станицы Стародеревянковской</w:t>
      </w:r>
      <w:r w:rsidRPr="00741177">
        <w:rPr>
          <w:sz w:val="28"/>
          <w:szCs w:val="28"/>
        </w:rPr>
        <w:t xml:space="preserve"> в муниципальную </w:t>
      </w:r>
      <w:r>
        <w:rPr>
          <w:sz w:val="28"/>
          <w:szCs w:val="28"/>
        </w:rPr>
        <w:t>п</w:t>
      </w:r>
      <w:r w:rsidRPr="00741177">
        <w:rPr>
          <w:sz w:val="28"/>
          <w:szCs w:val="28"/>
        </w:rPr>
        <w:t>рограмму</w:t>
      </w:r>
    </w:p>
    <w:p w:rsidR="006F2874" w:rsidRDefault="006F2874" w:rsidP="00B732A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Стародеревянковского</w:t>
      </w:r>
      <w:r w:rsidRPr="003B2760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Каневского</w:t>
      </w:r>
      <w:r w:rsidRPr="003B2760">
        <w:rPr>
          <w:color w:val="000000"/>
          <w:sz w:val="28"/>
          <w:szCs w:val="28"/>
        </w:rPr>
        <w:t xml:space="preserve"> района </w:t>
      </w:r>
    </w:p>
    <w:p w:rsidR="006F2874" w:rsidRPr="003B2760" w:rsidRDefault="006F2874" w:rsidP="00B732A7">
      <w:pPr>
        <w:jc w:val="center"/>
        <w:rPr>
          <w:color w:val="000000"/>
          <w:sz w:val="28"/>
          <w:szCs w:val="28"/>
        </w:rPr>
      </w:pPr>
      <w:r w:rsidRPr="003B2760">
        <w:rPr>
          <w:color w:val="000000"/>
          <w:sz w:val="28"/>
          <w:szCs w:val="28"/>
        </w:rPr>
        <w:t>«Формирование современной городской среды» на 2018-2022 годы</w:t>
      </w:r>
    </w:p>
    <w:p w:rsidR="006F2874" w:rsidRPr="003B2760" w:rsidRDefault="006F2874" w:rsidP="00B732A7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3510"/>
        <w:gridCol w:w="5954"/>
      </w:tblGrid>
      <w:tr w:rsidR="006F2874" w:rsidRPr="002A670F">
        <w:tc>
          <w:tcPr>
            <w:tcW w:w="3510" w:type="dxa"/>
          </w:tcPr>
          <w:p w:rsidR="006F2874" w:rsidRPr="002A670F" w:rsidRDefault="006F2874" w:rsidP="000809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Коржов Виталий Анатольевич</w:t>
            </w:r>
          </w:p>
        </w:tc>
        <w:tc>
          <w:tcPr>
            <w:tcW w:w="5954" w:type="dxa"/>
          </w:tcPr>
          <w:p w:rsidR="006F2874" w:rsidRPr="002A670F" w:rsidRDefault="006F2874" w:rsidP="00080946">
            <w:pPr>
              <w:rPr>
                <w:sz w:val="28"/>
                <w:szCs w:val="28"/>
                <w:lang w:eastAsia="en-US"/>
              </w:rPr>
            </w:pPr>
            <w:r w:rsidRPr="002A670F">
              <w:rPr>
                <w:sz w:val="28"/>
                <w:szCs w:val="28"/>
                <w:lang w:eastAsia="en-US"/>
              </w:rPr>
              <w:t xml:space="preserve">- заместитель главы </w:t>
            </w:r>
            <w:r>
              <w:rPr>
                <w:sz w:val="28"/>
                <w:szCs w:val="28"/>
              </w:rPr>
              <w:t>Стародеревянковского сельского поселения Каневского района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Pr="002A670F">
              <w:rPr>
                <w:sz w:val="28"/>
                <w:szCs w:val="28"/>
                <w:lang w:eastAsia="en-US"/>
              </w:rPr>
              <w:t>председатель комиссии</w:t>
            </w:r>
            <w:r>
              <w:rPr>
                <w:sz w:val="28"/>
                <w:szCs w:val="28"/>
                <w:lang w:eastAsia="en-US"/>
              </w:rPr>
              <w:t>;</w:t>
            </w:r>
          </w:p>
        </w:tc>
      </w:tr>
      <w:tr w:rsidR="006F2874" w:rsidRPr="002A670F">
        <w:tc>
          <w:tcPr>
            <w:tcW w:w="3510" w:type="dxa"/>
          </w:tcPr>
          <w:p w:rsidR="006F2874" w:rsidRPr="002A670F" w:rsidRDefault="006F2874" w:rsidP="0008094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</w:tcPr>
          <w:p w:rsidR="006F2874" w:rsidRPr="002A670F" w:rsidRDefault="006F2874" w:rsidP="000809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F2874" w:rsidRPr="002A670F">
        <w:tc>
          <w:tcPr>
            <w:tcW w:w="3510" w:type="dxa"/>
          </w:tcPr>
          <w:p w:rsidR="006F2874" w:rsidRPr="002A670F" w:rsidRDefault="006F2874" w:rsidP="0008094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Власенко Илья Юрьевич</w:t>
            </w:r>
          </w:p>
        </w:tc>
        <w:tc>
          <w:tcPr>
            <w:tcW w:w="5954" w:type="dxa"/>
          </w:tcPr>
          <w:p w:rsidR="006F2874" w:rsidRPr="002A670F" w:rsidRDefault="006F2874" w:rsidP="00080946">
            <w:pPr>
              <w:rPr>
                <w:sz w:val="28"/>
                <w:szCs w:val="28"/>
                <w:lang w:eastAsia="en-US"/>
              </w:rPr>
            </w:pPr>
            <w:r w:rsidRPr="002A670F">
              <w:rPr>
                <w:sz w:val="28"/>
                <w:szCs w:val="28"/>
                <w:lang w:eastAsia="en-US"/>
              </w:rPr>
              <w:t xml:space="preserve">- ведущий специалист администрации </w:t>
            </w:r>
            <w:r>
              <w:rPr>
                <w:sz w:val="28"/>
                <w:szCs w:val="28"/>
              </w:rPr>
              <w:t>Стародеревянковского сельского поселения Каневского района</w:t>
            </w:r>
            <w:r w:rsidRPr="002A670F">
              <w:rPr>
                <w:sz w:val="28"/>
                <w:szCs w:val="28"/>
                <w:lang w:eastAsia="en-US"/>
              </w:rPr>
              <w:t>, заместитель председателя комиссии</w:t>
            </w:r>
            <w:r>
              <w:rPr>
                <w:sz w:val="28"/>
                <w:szCs w:val="28"/>
                <w:lang w:eastAsia="en-US"/>
              </w:rPr>
              <w:t>;</w:t>
            </w:r>
          </w:p>
        </w:tc>
      </w:tr>
      <w:tr w:rsidR="006F2874" w:rsidRPr="002A670F">
        <w:tc>
          <w:tcPr>
            <w:tcW w:w="3510" w:type="dxa"/>
          </w:tcPr>
          <w:p w:rsidR="006F2874" w:rsidRPr="002A670F" w:rsidRDefault="006F2874" w:rsidP="00080946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</w:tcPr>
          <w:p w:rsidR="006F2874" w:rsidRPr="002A670F" w:rsidRDefault="006F2874" w:rsidP="000809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F2874" w:rsidRPr="002A670F">
        <w:tc>
          <w:tcPr>
            <w:tcW w:w="3510" w:type="dxa"/>
          </w:tcPr>
          <w:p w:rsidR="006F2874" w:rsidRPr="002A670F" w:rsidRDefault="006F2874" w:rsidP="0008094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Горбачук Светлана Валентиновна </w:t>
            </w:r>
          </w:p>
        </w:tc>
        <w:tc>
          <w:tcPr>
            <w:tcW w:w="5954" w:type="dxa"/>
          </w:tcPr>
          <w:p w:rsidR="006F2874" w:rsidRPr="002A670F" w:rsidRDefault="006F2874" w:rsidP="000809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A670F">
              <w:rPr>
                <w:sz w:val="28"/>
                <w:szCs w:val="28"/>
                <w:lang w:eastAsia="en-US"/>
              </w:rPr>
              <w:t xml:space="preserve">- начальник общего отдела администрации </w:t>
            </w:r>
            <w:r>
              <w:rPr>
                <w:sz w:val="28"/>
                <w:szCs w:val="28"/>
              </w:rPr>
              <w:t>Стародеревянковского сельского поселения Каневского района</w:t>
            </w:r>
            <w:r w:rsidRPr="002A670F">
              <w:rPr>
                <w:sz w:val="28"/>
                <w:szCs w:val="28"/>
                <w:lang w:eastAsia="en-US"/>
              </w:rPr>
              <w:t>, секретарь комиссии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6F2874" w:rsidRPr="002A670F" w:rsidRDefault="006F2874" w:rsidP="000809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F2874" w:rsidRPr="002A670F">
        <w:tc>
          <w:tcPr>
            <w:tcW w:w="9464" w:type="dxa"/>
            <w:gridSpan w:val="2"/>
          </w:tcPr>
          <w:p w:rsidR="006F2874" w:rsidRPr="002A670F" w:rsidRDefault="006F2874" w:rsidP="00080946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2A670F">
              <w:rPr>
                <w:sz w:val="28"/>
                <w:szCs w:val="28"/>
                <w:lang w:eastAsia="en-US"/>
              </w:rPr>
              <w:t>Члены комиссии</w:t>
            </w:r>
            <w:r>
              <w:rPr>
                <w:sz w:val="28"/>
                <w:szCs w:val="28"/>
                <w:lang w:eastAsia="en-US"/>
              </w:rPr>
              <w:t>:</w:t>
            </w:r>
          </w:p>
        </w:tc>
      </w:tr>
      <w:tr w:rsidR="006F2874" w:rsidRPr="002A670F">
        <w:tc>
          <w:tcPr>
            <w:tcW w:w="3510" w:type="dxa"/>
          </w:tcPr>
          <w:p w:rsidR="006F2874" w:rsidRPr="002A670F" w:rsidRDefault="006F2874" w:rsidP="000809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</w:tcPr>
          <w:p w:rsidR="006F2874" w:rsidRPr="002A670F" w:rsidRDefault="006F2874" w:rsidP="00080946">
            <w:pPr>
              <w:rPr>
                <w:sz w:val="28"/>
                <w:szCs w:val="28"/>
                <w:lang w:eastAsia="en-US"/>
              </w:rPr>
            </w:pPr>
          </w:p>
        </w:tc>
      </w:tr>
      <w:tr w:rsidR="006F2874" w:rsidRPr="002A670F">
        <w:tc>
          <w:tcPr>
            <w:tcW w:w="3510" w:type="dxa"/>
          </w:tcPr>
          <w:p w:rsidR="006F2874" w:rsidRPr="002A670F" w:rsidRDefault="006F2874" w:rsidP="0008094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Бортникова Алла Васильевна</w:t>
            </w:r>
          </w:p>
        </w:tc>
        <w:tc>
          <w:tcPr>
            <w:tcW w:w="5954" w:type="dxa"/>
          </w:tcPr>
          <w:p w:rsidR="006F2874" w:rsidRPr="002A670F" w:rsidRDefault="006F2874" w:rsidP="00080946">
            <w:pPr>
              <w:rPr>
                <w:sz w:val="28"/>
                <w:szCs w:val="28"/>
                <w:lang w:eastAsia="en-US"/>
              </w:rPr>
            </w:pPr>
            <w:r w:rsidRPr="002A670F">
              <w:rPr>
                <w:sz w:val="28"/>
                <w:szCs w:val="28"/>
                <w:lang w:eastAsia="en-US"/>
              </w:rPr>
              <w:t xml:space="preserve">- </w:t>
            </w:r>
            <w:r>
              <w:rPr>
                <w:sz w:val="28"/>
                <w:szCs w:val="28"/>
                <w:lang w:eastAsia="en-US"/>
              </w:rPr>
              <w:t>начальник отдела экономики и финансов</w:t>
            </w:r>
            <w:r w:rsidRPr="002A670F">
              <w:rPr>
                <w:sz w:val="28"/>
                <w:szCs w:val="28"/>
                <w:lang w:eastAsia="en-US"/>
              </w:rPr>
              <w:t xml:space="preserve"> администрации </w:t>
            </w:r>
            <w:r>
              <w:rPr>
                <w:sz w:val="28"/>
                <w:szCs w:val="28"/>
              </w:rPr>
              <w:t>Стародеревянковского сельского поселения Каневского района</w:t>
            </w:r>
            <w:r>
              <w:rPr>
                <w:sz w:val="28"/>
                <w:szCs w:val="28"/>
                <w:lang w:eastAsia="en-US"/>
              </w:rPr>
              <w:t>;</w:t>
            </w:r>
          </w:p>
        </w:tc>
      </w:tr>
      <w:tr w:rsidR="006F2874" w:rsidRPr="002A670F">
        <w:tc>
          <w:tcPr>
            <w:tcW w:w="3510" w:type="dxa"/>
          </w:tcPr>
          <w:p w:rsidR="006F2874" w:rsidRPr="002A670F" w:rsidRDefault="006F2874" w:rsidP="000809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</w:tcPr>
          <w:p w:rsidR="006F2874" w:rsidRPr="002A670F" w:rsidRDefault="006F2874" w:rsidP="00080946">
            <w:pPr>
              <w:rPr>
                <w:sz w:val="28"/>
                <w:szCs w:val="28"/>
                <w:lang w:eastAsia="en-US"/>
              </w:rPr>
            </w:pPr>
          </w:p>
        </w:tc>
      </w:tr>
      <w:tr w:rsidR="006F2874" w:rsidRPr="002A670F">
        <w:tc>
          <w:tcPr>
            <w:tcW w:w="3510" w:type="dxa"/>
          </w:tcPr>
          <w:p w:rsidR="006F2874" w:rsidRPr="002A670F" w:rsidRDefault="006F2874" w:rsidP="0008094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Быстрянцев Виталий Викторович</w:t>
            </w:r>
            <w:r w:rsidRPr="002A670F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954" w:type="dxa"/>
          </w:tcPr>
          <w:p w:rsidR="006F2874" w:rsidRPr="002A670F" w:rsidRDefault="006F2874" w:rsidP="00080946">
            <w:pPr>
              <w:rPr>
                <w:sz w:val="28"/>
                <w:szCs w:val="28"/>
                <w:lang w:eastAsia="en-US"/>
              </w:rPr>
            </w:pPr>
            <w:r w:rsidRPr="002A670F">
              <w:rPr>
                <w:sz w:val="28"/>
                <w:szCs w:val="28"/>
                <w:lang w:eastAsia="en-US"/>
              </w:rPr>
              <w:t xml:space="preserve">- ведущий специалист администрации </w:t>
            </w:r>
            <w:r>
              <w:rPr>
                <w:sz w:val="28"/>
                <w:szCs w:val="28"/>
              </w:rPr>
              <w:t>Стародеревянковского сельского поселения Каневского района</w:t>
            </w:r>
            <w:r>
              <w:rPr>
                <w:sz w:val="28"/>
                <w:szCs w:val="28"/>
                <w:lang w:eastAsia="en-US"/>
              </w:rPr>
              <w:t>;</w:t>
            </w:r>
          </w:p>
        </w:tc>
      </w:tr>
      <w:tr w:rsidR="006F2874" w:rsidRPr="002A670F">
        <w:tc>
          <w:tcPr>
            <w:tcW w:w="3510" w:type="dxa"/>
          </w:tcPr>
          <w:p w:rsidR="006F2874" w:rsidRPr="002A670F" w:rsidRDefault="006F2874" w:rsidP="000809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</w:tcPr>
          <w:p w:rsidR="006F2874" w:rsidRPr="002A670F" w:rsidRDefault="006F2874" w:rsidP="00080946">
            <w:pPr>
              <w:rPr>
                <w:sz w:val="28"/>
                <w:szCs w:val="28"/>
                <w:lang w:eastAsia="en-US"/>
              </w:rPr>
            </w:pPr>
          </w:p>
        </w:tc>
      </w:tr>
      <w:tr w:rsidR="006F2874" w:rsidRPr="002A670F">
        <w:tc>
          <w:tcPr>
            <w:tcW w:w="3510" w:type="dxa"/>
          </w:tcPr>
          <w:p w:rsidR="006F2874" w:rsidRPr="002A670F" w:rsidRDefault="006F2874" w:rsidP="000809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Квасова Тамара Леонидовна</w:t>
            </w:r>
          </w:p>
          <w:p w:rsidR="006F2874" w:rsidRPr="002A670F" w:rsidRDefault="006F2874" w:rsidP="0008094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</w:tcPr>
          <w:p w:rsidR="006F2874" w:rsidRPr="002A670F" w:rsidRDefault="006F2874" w:rsidP="000809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A670F">
              <w:rPr>
                <w:sz w:val="28"/>
                <w:szCs w:val="28"/>
              </w:rPr>
              <w:t>-</w:t>
            </w:r>
            <w:r w:rsidRPr="002A670F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инженер-землеустроитель </w:t>
            </w:r>
            <w:r w:rsidRPr="002A670F">
              <w:rPr>
                <w:sz w:val="28"/>
                <w:szCs w:val="28"/>
                <w:lang w:eastAsia="en-US"/>
              </w:rPr>
              <w:t xml:space="preserve">администрации </w:t>
            </w:r>
            <w:r>
              <w:rPr>
                <w:sz w:val="28"/>
                <w:szCs w:val="28"/>
              </w:rPr>
              <w:t>Стародеревянковского сельского поселения Каневского района</w:t>
            </w:r>
            <w:r>
              <w:rPr>
                <w:sz w:val="28"/>
                <w:szCs w:val="28"/>
                <w:lang w:eastAsia="en-US"/>
              </w:rPr>
              <w:t>;</w:t>
            </w:r>
          </w:p>
        </w:tc>
      </w:tr>
      <w:tr w:rsidR="006F2874" w:rsidRPr="002A670F">
        <w:tc>
          <w:tcPr>
            <w:tcW w:w="3510" w:type="dxa"/>
          </w:tcPr>
          <w:p w:rsidR="006F2874" w:rsidRDefault="006F2874" w:rsidP="000809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</w:tcPr>
          <w:p w:rsidR="006F2874" w:rsidRPr="002A670F" w:rsidRDefault="006F2874" w:rsidP="000809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F2874" w:rsidRPr="002A670F">
        <w:tc>
          <w:tcPr>
            <w:tcW w:w="3510" w:type="dxa"/>
          </w:tcPr>
          <w:p w:rsidR="006F2874" w:rsidRDefault="006F2874" w:rsidP="000809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Кротова Светлана Петровна</w:t>
            </w:r>
          </w:p>
        </w:tc>
        <w:tc>
          <w:tcPr>
            <w:tcW w:w="5954" w:type="dxa"/>
          </w:tcPr>
          <w:p w:rsidR="006F2874" w:rsidRPr="002A670F" w:rsidRDefault="006F2874" w:rsidP="000809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670F">
              <w:rPr>
                <w:sz w:val="28"/>
                <w:szCs w:val="28"/>
                <w:lang w:eastAsia="en-US"/>
              </w:rPr>
              <w:t xml:space="preserve">- ведущий специалист администрации </w:t>
            </w:r>
            <w:r>
              <w:rPr>
                <w:sz w:val="28"/>
                <w:szCs w:val="28"/>
              </w:rPr>
              <w:t>Стародеревянковского сельского поселения Каневского района</w:t>
            </w:r>
            <w:r>
              <w:rPr>
                <w:sz w:val="28"/>
                <w:szCs w:val="28"/>
                <w:lang w:eastAsia="en-US"/>
              </w:rPr>
              <w:t>;</w:t>
            </w:r>
          </w:p>
        </w:tc>
      </w:tr>
    </w:tbl>
    <w:p w:rsidR="006F2874" w:rsidRDefault="006F2874" w:rsidP="00B732A7">
      <w:pPr>
        <w:ind w:left="567" w:right="566"/>
        <w:jc w:val="center"/>
        <w:rPr>
          <w:sz w:val="28"/>
          <w:szCs w:val="28"/>
          <w:lang w:eastAsia="en-US"/>
        </w:rPr>
      </w:pPr>
    </w:p>
    <w:p w:rsidR="006F2874" w:rsidRPr="00741177" w:rsidRDefault="006F2874" w:rsidP="00B732A7">
      <w:pPr>
        <w:ind w:left="567" w:right="566"/>
        <w:jc w:val="center"/>
        <w:rPr>
          <w:sz w:val="28"/>
          <w:szCs w:val="28"/>
          <w:lang w:eastAsia="en-US"/>
        </w:rPr>
      </w:pPr>
    </w:p>
    <w:p w:rsidR="006F2874" w:rsidRDefault="006F2874" w:rsidP="006F21E4">
      <w:pPr>
        <w:rPr>
          <w:sz w:val="28"/>
          <w:szCs w:val="28"/>
        </w:rPr>
      </w:pPr>
      <w:r>
        <w:rPr>
          <w:sz w:val="28"/>
          <w:szCs w:val="28"/>
        </w:rPr>
        <w:t>Заместитель главы Стародеревянковского</w:t>
      </w:r>
    </w:p>
    <w:p w:rsidR="006F2874" w:rsidRPr="002A670F" w:rsidRDefault="006F2874" w:rsidP="006F21E4">
      <w:pPr>
        <w:rPr>
          <w:sz w:val="28"/>
          <w:szCs w:val="28"/>
        </w:rPr>
      </w:pPr>
      <w:r w:rsidRPr="00614305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Каневского</w:t>
      </w:r>
      <w:r w:rsidRPr="0061430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В.А. Коржов</w:t>
      </w:r>
    </w:p>
    <w:sectPr w:rsidR="006F2874" w:rsidRPr="002A670F" w:rsidSect="006F21E4">
      <w:headerReference w:type="default" r:id="rId7"/>
      <w:pgSz w:w="11906" w:h="16838"/>
      <w:pgMar w:top="360" w:right="567" w:bottom="540" w:left="1701" w:header="720" w:footer="720" w:gutter="0"/>
      <w:pgNumType w:start="2" w:chapStyle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874" w:rsidRDefault="006F2874" w:rsidP="00C62BF1">
      <w:r>
        <w:separator/>
      </w:r>
    </w:p>
  </w:endnote>
  <w:endnote w:type="continuationSeparator" w:id="0">
    <w:p w:rsidR="006F2874" w:rsidRDefault="006F2874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874" w:rsidRDefault="006F2874" w:rsidP="00C62BF1">
      <w:r>
        <w:separator/>
      </w:r>
    </w:p>
  </w:footnote>
  <w:footnote w:type="continuationSeparator" w:id="0">
    <w:p w:rsidR="006F2874" w:rsidRDefault="006F2874" w:rsidP="00C6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874" w:rsidRPr="009A6B5D" w:rsidRDefault="006F2874" w:rsidP="009A6B5D">
    <w:pPr>
      <w:pStyle w:val="Header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0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9"/>
  </w:num>
  <w:num w:numId="4">
    <w:abstractNumId w:val="21"/>
  </w:num>
  <w:num w:numId="5">
    <w:abstractNumId w:val="10"/>
  </w:num>
  <w:num w:numId="6">
    <w:abstractNumId w:val="20"/>
  </w:num>
  <w:num w:numId="7">
    <w:abstractNumId w:val="18"/>
  </w:num>
  <w:num w:numId="8">
    <w:abstractNumId w:val="2"/>
  </w:num>
  <w:num w:numId="9">
    <w:abstractNumId w:val="14"/>
  </w:num>
  <w:num w:numId="10">
    <w:abstractNumId w:val="12"/>
  </w:num>
  <w:num w:numId="11">
    <w:abstractNumId w:val="11"/>
  </w:num>
  <w:num w:numId="12">
    <w:abstractNumId w:val="17"/>
  </w:num>
  <w:num w:numId="13">
    <w:abstractNumId w:val="7"/>
  </w:num>
  <w:num w:numId="14">
    <w:abstractNumId w:val="13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6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30721"/>
    <w:rsid w:val="00031ACA"/>
    <w:rsid w:val="00032A74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0946"/>
    <w:rsid w:val="000835F7"/>
    <w:rsid w:val="00091331"/>
    <w:rsid w:val="00091585"/>
    <w:rsid w:val="00091878"/>
    <w:rsid w:val="00093520"/>
    <w:rsid w:val="00094B4C"/>
    <w:rsid w:val="00094B90"/>
    <w:rsid w:val="00097693"/>
    <w:rsid w:val="00097B55"/>
    <w:rsid w:val="000A2529"/>
    <w:rsid w:val="000A3423"/>
    <w:rsid w:val="000A42F3"/>
    <w:rsid w:val="000A4A92"/>
    <w:rsid w:val="000A5CBA"/>
    <w:rsid w:val="000A6587"/>
    <w:rsid w:val="000B43DB"/>
    <w:rsid w:val="000B6815"/>
    <w:rsid w:val="000B6F77"/>
    <w:rsid w:val="000C5E30"/>
    <w:rsid w:val="000D158F"/>
    <w:rsid w:val="000D1754"/>
    <w:rsid w:val="000D2288"/>
    <w:rsid w:val="000D2B10"/>
    <w:rsid w:val="000D2B5E"/>
    <w:rsid w:val="000D34CC"/>
    <w:rsid w:val="000D4EC7"/>
    <w:rsid w:val="000D7752"/>
    <w:rsid w:val="000E7B73"/>
    <w:rsid w:val="000F0923"/>
    <w:rsid w:val="000F0B55"/>
    <w:rsid w:val="000F1064"/>
    <w:rsid w:val="000F1817"/>
    <w:rsid w:val="000F4F64"/>
    <w:rsid w:val="000F5EA4"/>
    <w:rsid w:val="000F6268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D19"/>
    <w:rsid w:val="00111EA4"/>
    <w:rsid w:val="001155C9"/>
    <w:rsid w:val="0011600B"/>
    <w:rsid w:val="001206A3"/>
    <w:rsid w:val="00123425"/>
    <w:rsid w:val="0012532D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0652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71DE"/>
    <w:rsid w:val="002500E1"/>
    <w:rsid w:val="0025037D"/>
    <w:rsid w:val="00250FEB"/>
    <w:rsid w:val="0025278D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5E2A"/>
    <w:rsid w:val="00296186"/>
    <w:rsid w:val="002975E9"/>
    <w:rsid w:val="002A2970"/>
    <w:rsid w:val="002A3462"/>
    <w:rsid w:val="002A46D7"/>
    <w:rsid w:val="002A5731"/>
    <w:rsid w:val="002A670F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3D2C"/>
    <w:rsid w:val="002C4333"/>
    <w:rsid w:val="002C5828"/>
    <w:rsid w:val="002C5962"/>
    <w:rsid w:val="002C616B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22B3"/>
    <w:rsid w:val="00303D07"/>
    <w:rsid w:val="00307D0F"/>
    <w:rsid w:val="00310E7C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6AF"/>
    <w:rsid w:val="00357899"/>
    <w:rsid w:val="0036071B"/>
    <w:rsid w:val="0036154A"/>
    <w:rsid w:val="00361AC9"/>
    <w:rsid w:val="00362BDF"/>
    <w:rsid w:val="00363D16"/>
    <w:rsid w:val="00366C0C"/>
    <w:rsid w:val="00366C94"/>
    <w:rsid w:val="003679EF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A1F79"/>
    <w:rsid w:val="003A3F24"/>
    <w:rsid w:val="003A4AF4"/>
    <w:rsid w:val="003A562D"/>
    <w:rsid w:val="003A7351"/>
    <w:rsid w:val="003B06E1"/>
    <w:rsid w:val="003B1696"/>
    <w:rsid w:val="003B2760"/>
    <w:rsid w:val="003B4DF3"/>
    <w:rsid w:val="003B5620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CC3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2EC6"/>
    <w:rsid w:val="00444AB7"/>
    <w:rsid w:val="00444E97"/>
    <w:rsid w:val="004504FE"/>
    <w:rsid w:val="004524F1"/>
    <w:rsid w:val="00453276"/>
    <w:rsid w:val="00456808"/>
    <w:rsid w:val="00457EF9"/>
    <w:rsid w:val="004624DA"/>
    <w:rsid w:val="00462EFD"/>
    <w:rsid w:val="00470D34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890"/>
    <w:rsid w:val="004F7D70"/>
    <w:rsid w:val="00500389"/>
    <w:rsid w:val="005040BF"/>
    <w:rsid w:val="00504ED3"/>
    <w:rsid w:val="005079AA"/>
    <w:rsid w:val="00510A8E"/>
    <w:rsid w:val="00511B9E"/>
    <w:rsid w:val="00513D9C"/>
    <w:rsid w:val="00513FB8"/>
    <w:rsid w:val="00516A2D"/>
    <w:rsid w:val="00520B0C"/>
    <w:rsid w:val="00521DA7"/>
    <w:rsid w:val="00521EC1"/>
    <w:rsid w:val="00525FCB"/>
    <w:rsid w:val="0052675B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32F1"/>
    <w:rsid w:val="005D5E87"/>
    <w:rsid w:val="005D6D41"/>
    <w:rsid w:val="005D7848"/>
    <w:rsid w:val="005E1748"/>
    <w:rsid w:val="005E1DF0"/>
    <w:rsid w:val="005E1E23"/>
    <w:rsid w:val="005E5929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4305"/>
    <w:rsid w:val="00615758"/>
    <w:rsid w:val="00615D7B"/>
    <w:rsid w:val="00616B28"/>
    <w:rsid w:val="00621546"/>
    <w:rsid w:val="00622DC5"/>
    <w:rsid w:val="0062383D"/>
    <w:rsid w:val="006245F1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2754"/>
    <w:rsid w:val="006628D2"/>
    <w:rsid w:val="00663123"/>
    <w:rsid w:val="00664066"/>
    <w:rsid w:val="006664F7"/>
    <w:rsid w:val="00667C2F"/>
    <w:rsid w:val="00672299"/>
    <w:rsid w:val="00672EEB"/>
    <w:rsid w:val="00672F23"/>
    <w:rsid w:val="00675BE7"/>
    <w:rsid w:val="006760FF"/>
    <w:rsid w:val="00676A0C"/>
    <w:rsid w:val="006852ED"/>
    <w:rsid w:val="00686254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21E4"/>
    <w:rsid w:val="006F2874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DBF"/>
    <w:rsid w:val="007743EE"/>
    <w:rsid w:val="00776422"/>
    <w:rsid w:val="00776D89"/>
    <w:rsid w:val="00783837"/>
    <w:rsid w:val="00784CB4"/>
    <w:rsid w:val="00785428"/>
    <w:rsid w:val="00785B42"/>
    <w:rsid w:val="0079077F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2E2D"/>
    <w:rsid w:val="007D3143"/>
    <w:rsid w:val="007D5EBE"/>
    <w:rsid w:val="007D7BE5"/>
    <w:rsid w:val="007D7DFB"/>
    <w:rsid w:val="007E2F17"/>
    <w:rsid w:val="007E5434"/>
    <w:rsid w:val="007E55EF"/>
    <w:rsid w:val="007E5B3B"/>
    <w:rsid w:val="007F07F6"/>
    <w:rsid w:val="007F1BEC"/>
    <w:rsid w:val="007F70DD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D7E"/>
    <w:rsid w:val="00853BC7"/>
    <w:rsid w:val="008544E0"/>
    <w:rsid w:val="00857F33"/>
    <w:rsid w:val="00860277"/>
    <w:rsid w:val="00860A30"/>
    <w:rsid w:val="00861DA0"/>
    <w:rsid w:val="00862117"/>
    <w:rsid w:val="00862A59"/>
    <w:rsid w:val="00863276"/>
    <w:rsid w:val="008655BB"/>
    <w:rsid w:val="008664A0"/>
    <w:rsid w:val="008664B5"/>
    <w:rsid w:val="00867A0C"/>
    <w:rsid w:val="00867F30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D325D"/>
    <w:rsid w:val="008D3B24"/>
    <w:rsid w:val="008D6262"/>
    <w:rsid w:val="008D686B"/>
    <w:rsid w:val="008D6B1B"/>
    <w:rsid w:val="008E37F6"/>
    <w:rsid w:val="008F2793"/>
    <w:rsid w:val="008F4CBD"/>
    <w:rsid w:val="008F6D0F"/>
    <w:rsid w:val="008F732B"/>
    <w:rsid w:val="0090104E"/>
    <w:rsid w:val="00901527"/>
    <w:rsid w:val="009021D4"/>
    <w:rsid w:val="0090230A"/>
    <w:rsid w:val="00904FAD"/>
    <w:rsid w:val="00906014"/>
    <w:rsid w:val="009071BD"/>
    <w:rsid w:val="00907DD6"/>
    <w:rsid w:val="00912F0C"/>
    <w:rsid w:val="0091414D"/>
    <w:rsid w:val="00915510"/>
    <w:rsid w:val="00916817"/>
    <w:rsid w:val="009176D5"/>
    <w:rsid w:val="00917EF7"/>
    <w:rsid w:val="00920930"/>
    <w:rsid w:val="0092222C"/>
    <w:rsid w:val="009238E7"/>
    <w:rsid w:val="00931629"/>
    <w:rsid w:val="009424D0"/>
    <w:rsid w:val="0094312D"/>
    <w:rsid w:val="00944FDC"/>
    <w:rsid w:val="009472B3"/>
    <w:rsid w:val="00953C8D"/>
    <w:rsid w:val="00955869"/>
    <w:rsid w:val="00962D01"/>
    <w:rsid w:val="00962F13"/>
    <w:rsid w:val="00966755"/>
    <w:rsid w:val="0096681C"/>
    <w:rsid w:val="00970EA2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EBF"/>
    <w:rsid w:val="00994427"/>
    <w:rsid w:val="00995A5C"/>
    <w:rsid w:val="00996C17"/>
    <w:rsid w:val="009A1352"/>
    <w:rsid w:val="009A18A7"/>
    <w:rsid w:val="009A463B"/>
    <w:rsid w:val="009A53A9"/>
    <w:rsid w:val="009A57C5"/>
    <w:rsid w:val="009A6B5D"/>
    <w:rsid w:val="009B0133"/>
    <w:rsid w:val="009B0BD3"/>
    <w:rsid w:val="009B0F2D"/>
    <w:rsid w:val="009B1624"/>
    <w:rsid w:val="009B1AD9"/>
    <w:rsid w:val="009B3FFB"/>
    <w:rsid w:val="009B5924"/>
    <w:rsid w:val="009C033F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F2BBA"/>
    <w:rsid w:val="009F2E4F"/>
    <w:rsid w:val="009F4CE4"/>
    <w:rsid w:val="009F7112"/>
    <w:rsid w:val="009F7C99"/>
    <w:rsid w:val="00A0107F"/>
    <w:rsid w:val="00A0359D"/>
    <w:rsid w:val="00A062CD"/>
    <w:rsid w:val="00A150A6"/>
    <w:rsid w:val="00A16D11"/>
    <w:rsid w:val="00A171B7"/>
    <w:rsid w:val="00A17DA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704C1"/>
    <w:rsid w:val="00A71A3A"/>
    <w:rsid w:val="00A72E87"/>
    <w:rsid w:val="00A737E4"/>
    <w:rsid w:val="00A746D4"/>
    <w:rsid w:val="00A74ECF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53F7"/>
    <w:rsid w:val="00A956DF"/>
    <w:rsid w:val="00A9758D"/>
    <w:rsid w:val="00AA15FB"/>
    <w:rsid w:val="00AA2681"/>
    <w:rsid w:val="00AA2867"/>
    <w:rsid w:val="00AA65FB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3AA9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D58"/>
    <w:rsid w:val="00B54F3F"/>
    <w:rsid w:val="00B56A3C"/>
    <w:rsid w:val="00B60C71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14A5"/>
    <w:rsid w:val="00B714BD"/>
    <w:rsid w:val="00B72DF2"/>
    <w:rsid w:val="00B732A7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2812"/>
    <w:rsid w:val="00BE506A"/>
    <w:rsid w:val="00BE5C91"/>
    <w:rsid w:val="00BE6567"/>
    <w:rsid w:val="00BE7265"/>
    <w:rsid w:val="00BF0B4B"/>
    <w:rsid w:val="00BF104B"/>
    <w:rsid w:val="00BF1E0B"/>
    <w:rsid w:val="00BF2D94"/>
    <w:rsid w:val="00BF3198"/>
    <w:rsid w:val="00BF5231"/>
    <w:rsid w:val="00BF6A31"/>
    <w:rsid w:val="00C037E8"/>
    <w:rsid w:val="00C0428D"/>
    <w:rsid w:val="00C11059"/>
    <w:rsid w:val="00C11F5E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41418"/>
    <w:rsid w:val="00C4408A"/>
    <w:rsid w:val="00C46EA9"/>
    <w:rsid w:val="00C46FF6"/>
    <w:rsid w:val="00C5170A"/>
    <w:rsid w:val="00C51724"/>
    <w:rsid w:val="00C52B71"/>
    <w:rsid w:val="00C53F28"/>
    <w:rsid w:val="00C5454C"/>
    <w:rsid w:val="00C55D0D"/>
    <w:rsid w:val="00C55EED"/>
    <w:rsid w:val="00C57ECA"/>
    <w:rsid w:val="00C60E6F"/>
    <w:rsid w:val="00C62BF1"/>
    <w:rsid w:val="00C63F9C"/>
    <w:rsid w:val="00C668FD"/>
    <w:rsid w:val="00C703EA"/>
    <w:rsid w:val="00C749E2"/>
    <w:rsid w:val="00C8048D"/>
    <w:rsid w:val="00C8117F"/>
    <w:rsid w:val="00C83428"/>
    <w:rsid w:val="00C844E1"/>
    <w:rsid w:val="00C848B4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B0E27"/>
    <w:rsid w:val="00CB13E1"/>
    <w:rsid w:val="00CB142A"/>
    <w:rsid w:val="00CB1E6C"/>
    <w:rsid w:val="00CB2457"/>
    <w:rsid w:val="00CB3D61"/>
    <w:rsid w:val="00CB4513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50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0FF"/>
    <w:rsid w:val="00D9233E"/>
    <w:rsid w:val="00D97837"/>
    <w:rsid w:val="00DA08D5"/>
    <w:rsid w:val="00DA09DB"/>
    <w:rsid w:val="00DA4087"/>
    <w:rsid w:val="00DA57B2"/>
    <w:rsid w:val="00DA62E1"/>
    <w:rsid w:val="00DB11AA"/>
    <w:rsid w:val="00DB128E"/>
    <w:rsid w:val="00DB7ADD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D730C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4CCF"/>
    <w:rsid w:val="00E26462"/>
    <w:rsid w:val="00E26BD5"/>
    <w:rsid w:val="00E30039"/>
    <w:rsid w:val="00E30A9B"/>
    <w:rsid w:val="00E32BEF"/>
    <w:rsid w:val="00E34288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2B11"/>
    <w:rsid w:val="00E73286"/>
    <w:rsid w:val="00E736E0"/>
    <w:rsid w:val="00E74BA6"/>
    <w:rsid w:val="00E75B68"/>
    <w:rsid w:val="00E761F1"/>
    <w:rsid w:val="00E76A5A"/>
    <w:rsid w:val="00E827D0"/>
    <w:rsid w:val="00E8685A"/>
    <w:rsid w:val="00E87880"/>
    <w:rsid w:val="00E93F47"/>
    <w:rsid w:val="00E943BA"/>
    <w:rsid w:val="00E96F60"/>
    <w:rsid w:val="00E97CC3"/>
    <w:rsid w:val="00EA0C72"/>
    <w:rsid w:val="00EA655C"/>
    <w:rsid w:val="00EB1C2B"/>
    <w:rsid w:val="00EB1FD7"/>
    <w:rsid w:val="00EB259E"/>
    <w:rsid w:val="00EC5166"/>
    <w:rsid w:val="00EC51BB"/>
    <w:rsid w:val="00EC59B7"/>
    <w:rsid w:val="00EC6872"/>
    <w:rsid w:val="00EC6D8C"/>
    <w:rsid w:val="00ED1ED6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4D8D"/>
    <w:rsid w:val="00F16074"/>
    <w:rsid w:val="00F169C4"/>
    <w:rsid w:val="00F2024F"/>
    <w:rsid w:val="00F20A11"/>
    <w:rsid w:val="00F21210"/>
    <w:rsid w:val="00F22114"/>
    <w:rsid w:val="00F269B3"/>
    <w:rsid w:val="00F26AFC"/>
    <w:rsid w:val="00F2736E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B2A"/>
    <w:rsid w:val="00F83C7E"/>
    <w:rsid w:val="00F84493"/>
    <w:rsid w:val="00F85044"/>
    <w:rsid w:val="00F86498"/>
    <w:rsid w:val="00F87B35"/>
    <w:rsid w:val="00F904F4"/>
    <w:rsid w:val="00F94C31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741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0741"/>
    <w:pPr>
      <w:keepNext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DD0741"/>
    <w:pPr>
      <w:tabs>
        <w:tab w:val="left" w:pos="1276"/>
      </w:tabs>
      <w:spacing w:line="360" w:lineRule="auto"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DD0741"/>
    <w:pPr>
      <w:tabs>
        <w:tab w:val="left" w:pos="1276"/>
      </w:tabs>
      <w:spacing w:line="360" w:lineRule="auto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Cambria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DD0741"/>
    <w:pPr>
      <w:tabs>
        <w:tab w:val="left" w:pos="0"/>
      </w:tabs>
      <w:ind w:firstLine="567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D074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D0741"/>
    <w:pPr>
      <w:ind w:left="441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E0B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BodyText3">
    <w:name w:val="Body Text 3"/>
    <w:basedOn w:val="Normal"/>
    <w:link w:val="BodyText3Char"/>
    <w:uiPriority w:val="99"/>
    <w:rsid w:val="009A463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sz w:val="16"/>
      <w:szCs w:val="16"/>
    </w:rPr>
  </w:style>
  <w:style w:type="table" w:styleId="TableGrid">
    <w:name w:val="Table Grid"/>
    <w:basedOn w:val="TableNormal"/>
    <w:uiPriority w:val="99"/>
    <w:rsid w:val="009A46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374265"/>
  </w:style>
  <w:style w:type="character" w:styleId="Hyperlink">
    <w:name w:val="Hyperlink"/>
    <w:basedOn w:val="DefaultParagraphFont"/>
    <w:uiPriority w:val="99"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C62BF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2BF1"/>
  </w:style>
  <w:style w:type="paragraph" w:styleId="Footer">
    <w:name w:val="footer"/>
    <w:basedOn w:val="Normal"/>
    <w:link w:val="FooterChar"/>
    <w:uiPriority w:val="99"/>
    <w:rsid w:val="00C62BF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2BF1"/>
  </w:style>
  <w:style w:type="character" w:styleId="LineNumber">
    <w:name w:val="line number"/>
    <w:basedOn w:val="DefaultParagraphFont"/>
    <w:uiPriority w:val="99"/>
    <w:semiHidden/>
    <w:rsid w:val="00D01501"/>
  </w:style>
  <w:style w:type="paragraph" w:styleId="PlainText">
    <w:name w:val="Plain Text"/>
    <w:basedOn w:val="Normal"/>
    <w:link w:val="PlainTextChar"/>
    <w:uiPriority w:val="99"/>
    <w:rsid w:val="00C94D0C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94D0C"/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NoSpacing">
    <w:name w:val="No Spacing"/>
    <w:uiPriority w:val="99"/>
    <w:qFormat/>
    <w:rsid w:val="00C94D0C"/>
    <w:rPr>
      <w:rFonts w:ascii="Calibri" w:hAnsi="Calibri" w:cs="Calibri"/>
      <w:lang w:eastAsia="en-US"/>
    </w:rPr>
  </w:style>
  <w:style w:type="paragraph" w:styleId="NormalWeb">
    <w:name w:val="Normal (Web)"/>
    <w:basedOn w:val="Normal"/>
    <w:uiPriority w:val="99"/>
    <w:rsid w:val="00917EF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268</Words>
  <Characters>1534</Characters>
  <Application>Microsoft Office Outlook</Application>
  <DocSecurity>0</DocSecurity>
  <Lines>0</Lines>
  <Paragraphs>0</Paragraphs>
  <ScaleCrop>false</ScaleCrop>
  <Company>Администрация МО г.Михайловск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dc:description/>
  <cp:lastModifiedBy>User</cp:lastModifiedBy>
  <cp:revision>9</cp:revision>
  <cp:lastPrinted>2017-11-24T11:40:00Z</cp:lastPrinted>
  <dcterms:created xsi:type="dcterms:W3CDTF">2017-04-04T10:57:00Z</dcterms:created>
  <dcterms:modified xsi:type="dcterms:W3CDTF">2017-11-24T11:40:00Z</dcterms:modified>
</cp:coreProperties>
</file>